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D087B" w14:textId="3639F9C0"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A815D2">
        <w:rPr>
          <w:rFonts w:ascii="Corbel" w:hAnsi="Corbel"/>
          <w:bCs/>
          <w:i/>
          <w:sz w:val="24"/>
          <w:szCs w:val="24"/>
        </w:rPr>
        <w:t>7</w:t>
      </w:r>
      <w:r w:rsidR="00F17567" w:rsidRPr="00F147DA">
        <w:rPr>
          <w:rFonts w:ascii="Corbel" w:hAnsi="Corbel"/>
          <w:bCs/>
          <w:i/>
          <w:sz w:val="24"/>
          <w:szCs w:val="24"/>
        </w:rPr>
        <w:t>/20</w:t>
      </w:r>
      <w:r w:rsidR="00A815D2">
        <w:rPr>
          <w:rFonts w:ascii="Corbel" w:hAnsi="Corbel"/>
          <w:bCs/>
          <w:i/>
          <w:sz w:val="24"/>
          <w:szCs w:val="24"/>
        </w:rPr>
        <w:t>23</w:t>
      </w:r>
    </w:p>
    <w:p w14:paraId="075B2536" w14:textId="77777777"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14:paraId="35B21E98" w14:textId="3CA7D5F0" w:rsidR="001A3CCC" w:rsidRDefault="0071620A" w:rsidP="0086771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A70A6D">
        <w:rPr>
          <w:rFonts w:ascii="Corbel" w:hAnsi="Corbel"/>
          <w:i/>
          <w:smallCaps/>
          <w:sz w:val="24"/>
          <w:szCs w:val="24"/>
        </w:rPr>
        <w:t>2024-2027</w:t>
      </w:r>
    </w:p>
    <w:p w14:paraId="0DC73148" w14:textId="77777777" w:rsidR="00A70A6D" w:rsidRDefault="00A70A6D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0D4C8F9A" w14:textId="2F2C8DB9" w:rsidR="001A3CCC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</w:t>
      </w:r>
      <w:r w:rsidR="00A70A6D">
        <w:rPr>
          <w:rFonts w:ascii="Corbel" w:hAnsi="Corbel"/>
          <w:smallCaps/>
          <w:sz w:val="24"/>
          <w:szCs w:val="24"/>
        </w:rPr>
        <w:t>4</w:t>
      </w:r>
      <w:r>
        <w:rPr>
          <w:rFonts w:ascii="Corbel" w:hAnsi="Corbel"/>
          <w:smallCaps/>
          <w:sz w:val="24"/>
          <w:szCs w:val="24"/>
        </w:rPr>
        <w:t>/202</w:t>
      </w:r>
      <w:r w:rsidR="00A70A6D">
        <w:rPr>
          <w:rFonts w:ascii="Corbel" w:hAnsi="Corbel"/>
          <w:smallCaps/>
          <w:sz w:val="24"/>
          <w:szCs w:val="24"/>
        </w:rPr>
        <w:t>5</w:t>
      </w:r>
    </w:p>
    <w:p w14:paraId="4D2DCD61" w14:textId="77777777"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CD22F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14:paraId="39258CF8" w14:textId="77777777" w:rsidTr="00B819C8">
        <w:tc>
          <w:tcPr>
            <w:tcW w:w="2694" w:type="dxa"/>
            <w:vAlign w:val="center"/>
          </w:tcPr>
          <w:p w14:paraId="5F884E02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5832A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14:paraId="08F7608D" w14:textId="77777777" w:rsidTr="00B819C8">
        <w:tc>
          <w:tcPr>
            <w:tcW w:w="2694" w:type="dxa"/>
            <w:vAlign w:val="center"/>
          </w:tcPr>
          <w:p w14:paraId="709DCE19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F88446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14:paraId="129DFF6D" w14:textId="77777777" w:rsidTr="00B819C8">
        <w:tc>
          <w:tcPr>
            <w:tcW w:w="2694" w:type="dxa"/>
            <w:vAlign w:val="center"/>
          </w:tcPr>
          <w:p w14:paraId="153FC316" w14:textId="1DDBFD00" w:rsidR="0085747A" w:rsidRPr="00F147DA" w:rsidRDefault="00E062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BEFDE" w14:textId="70100325" w:rsidR="0085747A" w:rsidRPr="00F147DA" w:rsidRDefault="00984B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E06201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F147DA" w14:paraId="6365E0C1" w14:textId="77777777" w:rsidTr="00B819C8">
        <w:tc>
          <w:tcPr>
            <w:tcW w:w="2694" w:type="dxa"/>
            <w:vAlign w:val="center"/>
          </w:tcPr>
          <w:p w14:paraId="525CC207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8C60AE" w14:textId="45BE47E9" w:rsidR="0085747A" w:rsidRPr="00F147DA" w:rsidRDefault="00D17D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 UR</w:t>
            </w:r>
          </w:p>
        </w:tc>
      </w:tr>
      <w:tr w:rsidR="0085747A" w:rsidRPr="00F147DA" w14:paraId="5079CA2E" w14:textId="77777777" w:rsidTr="00B819C8">
        <w:tc>
          <w:tcPr>
            <w:tcW w:w="2694" w:type="dxa"/>
            <w:vAlign w:val="center"/>
          </w:tcPr>
          <w:p w14:paraId="566C3B61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2EEE54" w14:textId="77777777"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14:paraId="6D710736" w14:textId="77777777" w:rsidTr="00B819C8">
        <w:tc>
          <w:tcPr>
            <w:tcW w:w="2694" w:type="dxa"/>
            <w:vAlign w:val="center"/>
          </w:tcPr>
          <w:p w14:paraId="6B4E335B" w14:textId="77777777"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5126F" w14:textId="77777777"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14:paraId="00FD8D43" w14:textId="77777777" w:rsidTr="00B819C8">
        <w:tc>
          <w:tcPr>
            <w:tcW w:w="2694" w:type="dxa"/>
            <w:vAlign w:val="center"/>
          </w:tcPr>
          <w:p w14:paraId="242E891F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4F3052" w14:textId="77777777" w:rsidR="0085747A" w:rsidRPr="001771EE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71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47DA" w14:paraId="17D35004" w14:textId="77777777" w:rsidTr="00B819C8">
        <w:tc>
          <w:tcPr>
            <w:tcW w:w="2694" w:type="dxa"/>
            <w:vAlign w:val="center"/>
          </w:tcPr>
          <w:p w14:paraId="1A210428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92A93" w14:textId="0AE05F06" w:rsidR="0085747A" w:rsidRPr="001771E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1E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726F9" w:rsidRPr="001771E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147DA" w14:paraId="4CF62BCD" w14:textId="77777777" w:rsidTr="00B819C8">
        <w:tc>
          <w:tcPr>
            <w:tcW w:w="2694" w:type="dxa"/>
            <w:vAlign w:val="center"/>
          </w:tcPr>
          <w:p w14:paraId="20B1560A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E7408" w14:textId="77777777" w:rsidR="0085747A" w:rsidRPr="001771EE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1EE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1771EE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1771E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1771EE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14:paraId="74D1B9F2" w14:textId="77777777" w:rsidTr="00B819C8">
        <w:tc>
          <w:tcPr>
            <w:tcW w:w="2694" w:type="dxa"/>
            <w:vAlign w:val="center"/>
          </w:tcPr>
          <w:p w14:paraId="1AFB2999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7890E" w14:textId="77777777"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14:paraId="035D5094" w14:textId="77777777" w:rsidTr="00B819C8">
        <w:tc>
          <w:tcPr>
            <w:tcW w:w="2694" w:type="dxa"/>
            <w:vAlign w:val="center"/>
          </w:tcPr>
          <w:p w14:paraId="2CD76D47" w14:textId="77777777"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81A14" w14:textId="77777777"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14:paraId="65B0A9ED" w14:textId="77777777" w:rsidTr="00B819C8">
        <w:tc>
          <w:tcPr>
            <w:tcW w:w="2694" w:type="dxa"/>
            <w:vAlign w:val="center"/>
          </w:tcPr>
          <w:p w14:paraId="2DE8F30B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0A617" w14:textId="77777777"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14:paraId="6EE71928" w14:textId="77777777" w:rsidTr="00B819C8">
        <w:tc>
          <w:tcPr>
            <w:tcW w:w="2694" w:type="dxa"/>
            <w:vAlign w:val="center"/>
          </w:tcPr>
          <w:p w14:paraId="4573E6AD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5652D" w14:textId="534B1916" w:rsidR="0085747A" w:rsidRPr="00F147DA" w:rsidRDefault="00D17D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Sebastian Pelc, mgr Jacek Krawczyk, dr Grzegorz Domino</w:t>
            </w:r>
          </w:p>
        </w:tc>
      </w:tr>
    </w:tbl>
    <w:p w14:paraId="32BCFB02" w14:textId="77777777"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14:paraId="16F64FB9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D3770" w14:textId="77777777"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248540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3"/>
        <w:gridCol w:w="774"/>
        <w:gridCol w:w="851"/>
        <w:gridCol w:w="790"/>
        <w:gridCol w:w="815"/>
        <w:gridCol w:w="744"/>
        <w:gridCol w:w="939"/>
        <w:gridCol w:w="930"/>
        <w:gridCol w:w="2060"/>
      </w:tblGrid>
      <w:tr w:rsidR="00015B8F" w:rsidRPr="00F147DA" w14:paraId="6C768102" w14:textId="77777777" w:rsidTr="00D17D3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F9F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14:paraId="097BF94D" w14:textId="77777777"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BDD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AA3CB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7D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FB2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E69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775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F7A8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B1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7FF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F854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14:paraId="0FBEB892" w14:textId="77777777" w:rsidTr="00D17D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96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420A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4981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BD5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87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D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94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A5A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81E4" w14:textId="77777777" w:rsidR="00015B8F" w:rsidRPr="00F147DA" w:rsidRDefault="00015B8F" w:rsidP="00D17D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97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14:paraId="3FBFB848" w14:textId="77777777" w:rsidTr="00D17D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074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A73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1F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988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900E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476B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817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345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E849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307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390D7BD9" w14:textId="77777777"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54F791" w14:textId="77777777"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AA574F" w14:textId="77777777"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14:paraId="1CE43F2D" w14:textId="77777777"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587424" w14:textId="77777777"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C7E45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34D3D6" w14:textId="31559442"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</w:p>
    <w:p w14:paraId="71AFB07A" w14:textId="77777777"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zaliczenie z oceną</w:t>
      </w:r>
    </w:p>
    <w:p w14:paraId="7C121C32" w14:textId="77777777"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0AF4F" w14:textId="77777777"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2615D" w14:textId="77777777"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4BC716B5" w14:textId="77777777" w:rsidTr="00745302">
        <w:tc>
          <w:tcPr>
            <w:tcW w:w="9670" w:type="dxa"/>
          </w:tcPr>
          <w:p w14:paraId="6CBDE355" w14:textId="77777777"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FBF0E13" w14:textId="77777777"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8BAD18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14:paraId="3C7C426B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0CCE67" w14:textId="77777777"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14:paraId="3456FC7E" w14:textId="77777777"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14:paraId="4D6109CE" w14:textId="77777777" w:rsidTr="00923D7D">
        <w:tc>
          <w:tcPr>
            <w:tcW w:w="851" w:type="dxa"/>
            <w:vAlign w:val="center"/>
          </w:tcPr>
          <w:p w14:paraId="082134A9" w14:textId="77777777"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DE46C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14:paraId="51686E06" w14:textId="77777777" w:rsidTr="00923D7D">
        <w:tc>
          <w:tcPr>
            <w:tcW w:w="851" w:type="dxa"/>
            <w:vAlign w:val="center"/>
          </w:tcPr>
          <w:p w14:paraId="1EC2065E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7B1885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14:paraId="742B2B4F" w14:textId="77777777" w:rsidTr="00923D7D">
        <w:tc>
          <w:tcPr>
            <w:tcW w:w="851" w:type="dxa"/>
            <w:vAlign w:val="center"/>
          </w:tcPr>
          <w:p w14:paraId="2E51AF80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C69ABE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14:paraId="225546A5" w14:textId="77777777" w:rsidTr="00923D7D">
        <w:tc>
          <w:tcPr>
            <w:tcW w:w="851" w:type="dxa"/>
            <w:vAlign w:val="center"/>
          </w:tcPr>
          <w:p w14:paraId="3729700F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BCBAC0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14:paraId="22CE3487" w14:textId="77777777" w:rsidTr="00923D7D">
        <w:tc>
          <w:tcPr>
            <w:tcW w:w="851" w:type="dxa"/>
            <w:vAlign w:val="center"/>
          </w:tcPr>
          <w:p w14:paraId="3C83FB30" w14:textId="77777777"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E4832B6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14:paraId="6FA97B64" w14:textId="77777777" w:rsidTr="00923D7D">
        <w:tc>
          <w:tcPr>
            <w:tcW w:w="851" w:type="dxa"/>
            <w:vAlign w:val="center"/>
          </w:tcPr>
          <w:p w14:paraId="5BC1F2A9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A873282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53EFA72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ED99A8" w14:textId="77777777"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14:paraId="552C84DE" w14:textId="77777777"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14:paraId="380FCA2D" w14:textId="77777777" w:rsidTr="00F465FA">
        <w:tc>
          <w:tcPr>
            <w:tcW w:w="1405" w:type="dxa"/>
            <w:vAlign w:val="center"/>
          </w:tcPr>
          <w:p w14:paraId="27F21363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14:paraId="0CDE958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21B50B5" w14:textId="77777777"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14:paraId="7CF40279" w14:textId="77777777"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14:paraId="1D5900CA" w14:textId="77777777" w:rsidTr="00F465FA">
        <w:tc>
          <w:tcPr>
            <w:tcW w:w="1405" w:type="dxa"/>
          </w:tcPr>
          <w:p w14:paraId="50CC01AE" w14:textId="77777777"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14:paraId="3D69482D" w14:textId="77777777"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B02C9A2" w14:textId="77777777"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14:paraId="04FDF2D1" w14:textId="77777777"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14:paraId="28684044" w14:textId="77777777" w:rsidTr="00F465FA">
        <w:tc>
          <w:tcPr>
            <w:tcW w:w="1405" w:type="dxa"/>
          </w:tcPr>
          <w:p w14:paraId="7A7FF615" w14:textId="77777777"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14:paraId="1A108662" w14:textId="77777777"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</w:t>
            </w:r>
            <w:proofErr w:type="spellStart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7000FBB" w14:textId="77777777"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14:paraId="7D5DC033" w14:textId="77777777" w:rsidTr="00F465FA">
        <w:tc>
          <w:tcPr>
            <w:tcW w:w="1405" w:type="dxa"/>
          </w:tcPr>
          <w:p w14:paraId="4276478C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14:paraId="4EA38D57" w14:textId="77777777"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w kształtowaniu zachowań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14:paraId="73722762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0A3706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C9781" w14:textId="77777777"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14:paraId="08ED1984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14:paraId="0AF894C7" w14:textId="77777777"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14:paraId="7D705621" w14:textId="77777777"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A526E6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14:paraId="2FD22996" w14:textId="77777777"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7DC0054D" w14:textId="77777777" w:rsidTr="00923D7D">
        <w:tc>
          <w:tcPr>
            <w:tcW w:w="9639" w:type="dxa"/>
          </w:tcPr>
          <w:p w14:paraId="2C9225C7" w14:textId="77777777"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14:paraId="5213FD56" w14:textId="77777777" w:rsidTr="00923D7D">
        <w:tc>
          <w:tcPr>
            <w:tcW w:w="9639" w:type="dxa"/>
          </w:tcPr>
          <w:p w14:paraId="4A985C26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14:paraId="5DB0C93B" w14:textId="77777777" w:rsidTr="00923D7D">
        <w:tc>
          <w:tcPr>
            <w:tcW w:w="9639" w:type="dxa"/>
          </w:tcPr>
          <w:p w14:paraId="63EABCC8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14:paraId="3F593E1E" w14:textId="77777777"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14:paraId="17DE531A" w14:textId="77777777" w:rsidTr="00923D7D">
        <w:tc>
          <w:tcPr>
            <w:tcW w:w="9639" w:type="dxa"/>
          </w:tcPr>
          <w:p w14:paraId="6224CF72" w14:textId="77777777"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393741A6" w14:textId="77777777"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14:paraId="347DF3D4" w14:textId="77777777" w:rsidTr="00923D7D">
        <w:tc>
          <w:tcPr>
            <w:tcW w:w="9639" w:type="dxa"/>
          </w:tcPr>
          <w:p w14:paraId="4726BF1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14:paraId="1B1BE8FB" w14:textId="77777777" w:rsidTr="00923D7D">
        <w:tc>
          <w:tcPr>
            <w:tcW w:w="9639" w:type="dxa"/>
          </w:tcPr>
          <w:p w14:paraId="5EFFEC5F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14:paraId="73301284" w14:textId="77777777" w:rsidTr="00923D7D">
        <w:tc>
          <w:tcPr>
            <w:tcW w:w="9639" w:type="dxa"/>
          </w:tcPr>
          <w:p w14:paraId="18C5B15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14:paraId="2DAB51C3" w14:textId="77777777" w:rsidTr="00923D7D">
        <w:tc>
          <w:tcPr>
            <w:tcW w:w="9639" w:type="dxa"/>
          </w:tcPr>
          <w:p w14:paraId="1643449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14:paraId="5338D3F8" w14:textId="77777777" w:rsidTr="00923D7D">
        <w:tc>
          <w:tcPr>
            <w:tcW w:w="9639" w:type="dxa"/>
          </w:tcPr>
          <w:p w14:paraId="206C77D0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7C3D357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14:paraId="250F3803" w14:textId="77777777" w:rsidTr="00923D7D">
        <w:tc>
          <w:tcPr>
            <w:tcW w:w="9639" w:type="dxa"/>
          </w:tcPr>
          <w:p w14:paraId="4628C4B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14:paraId="000C1006" w14:textId="77777777" w:rsidTr="00923D7D">
        <w:tc>
          <w:tcPr>
            <w:tcW w:w="9639" w:type="dxa"/>
          </w:tcPr>
          <w:p w14:paraId="53E47FEA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14:paraId="5565A015" w14:textId="77777777" w:rsidTr="00923D7D">
        <w:tc>
          <w:tcPr>
            <w:tcW w:w="9639" w:type="dxa"/>
          </w:tcPr>
          <w:p w14:paraId="69CF6BC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14:paraId="45A17A06" w14:textId="77777777" w:rsidTr="00923D7D">
        <w:tc>
          <w:tcPr>
            <w:tcW w:w="9639" w:type="dxa"/>
          </w:tcPr>
          <w:p w14:paraId="36BB2C5B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14:paraId="5F987BD1" w14:textId="77777777" w:rsidTr="00923D7D">
        <w:tc>
          <w:tcPr>
            <w:tcW w:w="9639" w:type="dxa"/>
          </w:tcPr>
          <w:p w14:paraId="5ED2FF4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14:paraId="38F3B5AE" w14:textId="77777777" w:rsidTr="00923D7D">
        <w:tc>
          <w:tcPr>
            <w:tcW w:w="9639" w:type="dxa"/>
          </w:tcPr>
          <w:p w14:paraId="77D2FB21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73F92B01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14:paraId="3AE05E7D" w14:textId="77777777" w:rsidTr="00923D7D">
        <w:tc>
          <w:tcPr>
            <w:tcW w:w="9639" w:type="dxa"/>
          </w:tcPr>
          <w:p w14:paraId="788DB8D6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6FF8E7C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14:paraId="242F7B1A" w14:textId="77777777" w:rsidTr="00923D7D">
        <w:tc>
          <w:tcPr>
            <w:tcW w:w="9639" w:type="dxa"/>
          </w:tcPr>
          <w:p w14:paraId="4C95A6DE" w14:textId="77777777"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4C924FDD" w14:textId="77777777"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14:paraId="240EACB3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41994" w14:textId="77777777"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14:paraId="525638B4" w14:textId="77777777"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0CA277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98E92" w14:textId="77777777"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F5EAA" w14:textId="77777777"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14:paraId="1C9F81B1" w14:textId="77777777"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F264A" w14:textId="77777777"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14:paraId="47ACA732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14:paraId="115147D1" w14:textId="77777777" w:rsidTr="00F465FA">
        <w:tc>
          <w:tcPr>
            <w:tcW w:w="993" w:type="dxa"/>
            <w:vAlign w:val="center"/>
          </w:tcPr>
          <w:p w14:paraId="4596F97D" w14:textId="77777777"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4BEDFF76" w14:textId="77777777"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E1D8C" w14:textId="77777777"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F7048DF" w14:textId="77777777"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A851A6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14:paraId="416A7E68" w14:textId="77777777" w:rsidTr="00F465FA">
        <w:tc>
          <w:tcPr>
            <w:tcW w:w="993" w:type="dxa"/>
          </w:tcPr>
          <w:p w14:paraId="763CCFB9" w14:textId="77777777"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14:paraId="15F9F242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14:paraId="30CF7FCE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14:paraId="2366D3A9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14:paraId="3AD2BB5C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14:paraId="2B1D4ED4" w14:textId="77777777" w:rsidTr="00F465FA">
        <w:tc>
          <w:tcPr>
            <w:tcW w:w="993" w:type="dxa"/>
          </w:tcPr>
          <w:p w14:paraId="2D802849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14:paraId="28963D75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14:paraId="26C0692D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E8FBB9D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14:paraId="2D99DD69" w14:textId="77777777" w:rsidTr="00F465FA">
        <w:tc>
          <w:tcPr>
            <w:tcW w:w="993" w:type="dxa"/>
          </w:tcPr>
          <w:p w14:paraId="1E65D7DC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14:paraId="4416D948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B9A6823" w14:textId="77777777"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2CFBEB2" w14:textId="77777777"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352F5" w14:textId="77777777"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14:paraId="242265DD" w14:textId="77777777"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20090A8E" w14:textId="77777777" w:rsidTr="00923D7D">
        <w:tc>
          <w:tcPr>
            <w:tcW w:w="9670" w:type="dxa"/>
          </w:tcPr>
          <w:p w14:paraId="56AA863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66EB7E90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736335F2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40198AB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2EEC3806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372DFCF8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7A4E982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3430C74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E598280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5AF03992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4CDD8468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692D78F9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1086D794" w14:textId="77777777"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14:paraId="15E6AF7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E760AB" w14:textId="77777777"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746F8A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14:paraId="625767CD" w14:textId="77777777" w:rsidTr="00C05A24">
        <w:tc>
          <w:tcPr>
            <w:tcW w:w="6237" w:type="dxa"/>
            <w:vAlign w:val="center"/>
          </w:tcPr>
          <w:p w14:paraId="4DE7DECB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535AED88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14:paraId="3C6DDDC1" w14:textId="77777777" w:rsidTr="00C05A24">
        <w:tc>
          <w:tcPr>
            <w:tcW w:w="6237" w:type="dxa"/>
          </w:tcPr>
          <w:p w14:paraId="4E3604CE" w14:textId="4A506A09" w:rsidR="0085747A" w:rsidRPr="00F147DA" w:rsidRDefault="00C61DC5" w:rsidP="00A81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A815D2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09632ACE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14:paraId="1B94D482" w14:textId="77777777" w:rsidTr="00C05A24">
        <w:tc>
          <w:tcPr>
            <w:tcW w:w="6237" w:type="dxa"/>
          </w:tcPr>
          <w:p w14:paraId="5DE10270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C276DEA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14:paraId="2FB05AB6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14:paraId="17C9E56A" w14:textId="77777777" w:rsidTr="00C05A24">
        <w:tc>
          <w:tcPr>
            <w:tcW w:w="6237" w:type="dxa"/>
          </w:tcPr>
          <w:p w14:paraId="37A93148" w14:textId="77777777"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0D45784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1D2E6448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14:paraId="401D994B" w14:textId="77777777" w:rsidTr="00C05A24">
        <w:tc>
          <w:tcPr>
            <w:tcW w:w="6237" w:type="dxa"/>
          </w:tcPr>
          <w:p w14:paraId="3772E362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4D89F234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14:paraId="676C49D7" w14:textId="77777777" w:rsidTr="00C05A24">
        <w:tc>
          <w:tcPr>
            <w:tcW w:w="6237" w:type="dxa"/>
          </w:tcPr>
          <w:p w14:paraId="4A8EBB5F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60B6FF48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14:paraId="4059B165" w14:textId="77777777"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F745EF" w14:textId="77777777"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2BE49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638AD5E7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14:paraId="3A8E5C67" w14:textId="77777777" w:rsidTr="00C05A24">
        <w:trPr>
          <w:trHeight w:val="397"/>
        </w:trPr>
        <w:tc>
          <w:tcPr>
            <w:tcW w:w="4395" w:type="dxa"/>
          </w:tcPr>
          <w:p w14:paraId="603CE186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1AA4AD05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14:paraId="5177ACA9" w14:textId="77777777" w:rsidTr="00C05A24">
        <w:trPr>
          <w:trHeight w:val="397"/>
        </w:trPr>
        <w:tc>
          <w:tcPr>
            <w:tcW w:w="4395" w:type="dxa"/>
          </w:tcPr>
          <w:p w14:paraId="027BAF1E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5DF9C140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7BC43" w14:textId="77777777"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E539F" w14:textId="77777777"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058AC937" w14:textId="77777777"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66C02B9B" w14:textId="77777777" w:rsidTr="0033682F">
        <w:trPr>
          <w:trHeight w:val="397"/>
        </w:trPr>
        <w:tc>
          <w:tcPr>
            <w:tcW w:w="9639" w:type="dxa"/>
          </w:tcPr>
          <w:p w14:paraId="3855FD47" w14:textId="77777777"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E24C68" w14:textId="77777777"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14:paraId="659A13C9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14:paraId="62F5F656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14:paraId="10F825CD" w14:textId="77777777"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14:paraId="1ACED3CF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14:paraId="0BA077BB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14:paraId="4A50C379" w14:textId="77777777" w:rsidR="00676B7E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  <w:p w14:paraId="261DF802" w14:textId="387D81FE" w:rsidR="00D17D30" w:rsidRPr="00DF6DDF" w:rsidRDefault="00D17D30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Żołyńki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S.,100 scenariuszy zajęć na 100 lekcji wychowania fizycznego, Fosze 2021.</w:t>
            </w:r>
          </w:p>
        </w:tc>
      </w:tr>
      <w:tr w:rsidR="0085747A" w:rsidRPr="00F147DA" w14:paraId="021EE1CD" w14:textId="77777777" w:rsidTr="0033682F">
        <w:trPr>
          <w:trHeight w:val="397"/>
        </w:trPr>
        <w:tc>
          <w:tcPr>
            <w:tcW w:w="9639" w:type="dxa"/>
          </w:tcPr>
          <w:p w14:paraId="7555D310" w14:textId="77777777"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8F1361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14:paraId="23E77922" w14:textId="77777777"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14:paraId="75C91DC8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87739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528FF5" w14:textId="77777777"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2D162" w14:textId="77777777" w:rsidR="00AC73B2" w:rsidRDefault="00AC73B2" w:rsidP="00C16ABF">
      <w:pPr>
        <w:spacing w:after="0" w:line="240" w:lineRule="auto"/>
      </w:pPr>
      <w:r>
        <w:separator/>
      </w:r>
    </w:p>
  </w:endnote>
  <w:endnote w:type="continuationSeparator" w:id="0">
    <w:p w14:paraId="3CA467D5" w14:textId="77777777" w:rsidR="00AC73B2" w:rsidRDefault="00AC73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69A04" w14:textId="77777777" w:rsidR="00AC73B2" w:rsidRDefault="00AC73B2" w:rsidP="00C16ABF">
      <w:pPr>
        <w:spacing w:after="0" w:line="240" w:lineRule="auto"/>
      </w:pPr>
      <w:r>
        <w:separator/>
      </w:r>
    </w:p>
  </w:footnote>
  <w:footnote w:type="continuationSeparator" w:id="0">
    <w:p w14:paraId="73DBBDD9" w14:textId="77777777" w:rsidR="00AC73B2" w:rsidRDefault="00AC73B2" w:rsidP="00C16ABF">
      <w:pPr>
        <w:spacing w:after="0" w:line="240" w:lineRule="auto"/>
      </w:pPr>
      <w:r>
        <w:continuationSeparator/>
      </w:r>
    </w:p>
  </w:footnote>
  <w:footnote w:id="1">
    <w:p w14:paraId="29A9DC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6B0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4F9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F8F"/>
    <w:rsid w:val="0017413A"/>
    <w:rsid w:val="00176083"/>
    <w:rsid w:val="001771EE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693F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2DC9"/>
    <w:rsid w:val="00513B6F"/>
    <w:rsid w:val="00517C63"/>
    <w:rsid w:val="00531388"/>
    <w:rsid w:val="005363C4"/>
    <w:rsid w:val="00536BDE"/>
    <w:rsid w:val="00543ACC"/>
    <w:rsid w:val="0055092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B22"/>
    <w:rsid w:val="00617230"/>
    <w:rsid w:val="00621CE1"/>
    <w:rsid w:val="00627FC9"/>
    <w:rsid w:val="00647FA8"/>
    <w:rsid w:val="00650C5F"/>
    <w:rsid w:val="00654934"/>
    <w:rsid w:val="006620D9"/>
    <w:rsid w:val="00671958"/>
    <w:rsid w:val="006726F9"/>
    <w:rsid w:val="00675843"/>
    <w:rsid w:val="00676B7E"/>
    <w:rsid w:val="00691BEB"/>
    <w:rsid w:val="00696477"/>
    <w:rsid w:val="006A1660"/>
    <w:rsid w:val="006D050F"/>
    <w:rsid w:val="006D6139"/>
    <w:rsid w:val="006D7A47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7704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20FA8"/>
    <w:rsid w:val="00834E2F"/>
    <w:rsid w:val="008406C3"/>
    <w:rsid w:val="008449B3"/>
    <w:rsid w:val="0085747A"/>
    <w:rsid w:val="00867717"/>
    <w:rsid w:val="00884922"/>
    <w:rsid w:val="00885F64"/>
    <w:rsid w:val="008917F9"/>
    <w:rsid w:val="008A224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24E72"/>
    <w:rsid w:val="009508DF"/>
    <w:rsid w:val="00950DAC"/>
    <w:rsid w:val="00954A07"/>
    <w:rsid w:val="009635BD"/>
    <w:rsid w:val="00984B7F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A6D"/>
    <w:rsid w:val="00A815D2"/>
    <w:rsid w:val="00A84C85"/>
    <w:rsid w:val="00A97DE1"/>
    <w:rsid w:val="00AA5DAF"/>
    <w:rsid w:val="00AB053C"/>
    <w:rsid w:val="00AB6DA7"/>
    <w:rsid w:val="00AC1F27"/>
    <w:rsid w:val="00AC59E7"/>
    <w:rsid w:val="00AC73B2"/>
    <w:rsid w:val="00AD1146"/>
    <w:rsid w:val="00AD27D3"/>
    <w:rsid w:val="00AD66D6"/>
    <w:rsid w:val="00AE1160"/>
    <w:rsid w:val="00AE203C"/>
    <w:rsid w:val="00AE2C0B"/>
    <w:rsid w:val="00AE2E74"/>
    <w:rsid w:val="00AE5FCB"/>
    <w:rsid w:val="00AF2C1E"/>
    <w:rsid w:val="00B06142"/>
    <w:rsid w:val="00B135B1"/>
    <w:rsid w:val="00B13AD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21E3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17D30"/>
    <w:rsid w:val="00D22E0C"/>
    <w:rsid w:val="00D26B2C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0620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0CE4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C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04C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0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B424-E1BA-4B60-A931-4C9CE658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</cp:revision>
  <cp:lastPrinted>2019-12-06T07:55:00Z</cp:lastPrinted>
  <dcterms:created xsi:type="dcterms:W3CDTF">2024-09-16T20:15:00Z</dcterms:created>
  <dcterms:modified xsi:type="dcterms:W3CDTF">2024-09-16T20:15:00Z</dcterms:modified>
</cp:coreProperties>
</file>